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DA0" w:rsidRPr="0049272E" w:rsidRDefault="000005CF" w:rsidP="0049272E">
      <w:pPr>
        <w:pStyle w:val="NoSpacing1"/>
        <w:jc w:val="both"/>
        <w:rPr>
          <w:sz w:val="28"/>
          <w:szCs w:val="24"/>
        </w:rPr>
      </w:pPr>
      <w:r w:rsidRPr="0049272E">
        <w:rPr>
          <w:sz w:val="28"/>
          <w:szCs w:val="24"/>
        </w:rPr>
        <w:t>PROTOKOLL</w:t>
      </w:r>
    </w:p>
    <w:p w:rsidR="00D7191E" w:rsidRPr="0049272E" w:rsidRDefault="00D7191E" w:rsidP="0049272E">
      <w:pPr>
        <w:pStyle w:val="NoSpacing1"/>
        <w:jc w:val="both"/>
        <w:rPr>
          <w:sz w:val="24"/>
          <w:szCs w:val="24"/>
        </w:rPr>
      </w:pPr>
    </w:p>
    <w:p w:rsidR="00D7191E" w:rsidRPr="00EB0798" w:rsidRDefault="00662A08" w:rsidP="0049272E">
      <w:pPr>
        <w:pStyle w:val="NoSpacing1"/>
        <w:jc w:val="both"/>
        <w:rPr>
          <w:sz w:val="24"/>
          <w:szCs w:val="24"/>
        </w:rPr>
      </w:pPr>
      <w:r>
        <w:rPr>
          <w:sz w:val="24"/>
          <w:szCs w:val="24"/>
        </w:rPr>
        <w:t>Taebla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30</w:t>
      </w:r>
      <w:r w:rsidR="00D7191E" w:rsidRPr="0049272E">
        <w:rPr>
          <w:sz w:val="24"/>
          <w:szCs w:val="24"/>
        </w:rPr>
        <w:t>.05.</w:t>
      </w:r>
      <w:r w:rsidR="00D7191E" w:rsidRPr="00EB0798">
        <w:rPr>
          <w:sz w:val="24"/>
          <w:szCs w:val="24"/>
        </w:rPr>
        <w:t>2023 nr 2-1/23-</w:t>
      </w:r>
      <w:r w:rsidR="00E905FE" w:rsidRPr="00EB0798">
        <w:rPr>
          <w:sz w:val="24"/>
          <w:szCs w:val="24"/>
        </w:rPr>
        <w:t>16</w:t>
      </w:r>
    </w:p>
    <w:p w:rsidR="00D7191E" w:rsidRPr="0049272E" w:rsidRDefault="00D7191E" w:rsidP="0049272E">
      <w:pPr>
        <w:pStyle w:val="NoSpacing1"/>
        <w:jc w:val="both"/>
        <w:rPr>
          <w:sz w:val="24"/>
          <w:szCs w:val="24"/>
        </w:rPr>
      </w:pPr>
    </w:p>
    <w:p w:rsidR="00D7191E" w:rsidRPr="0049272E" w:rsidRDefault="00D7191E" w:rsidP="0049272E">
      <w:pPr>
        <w:pStyle w:val="NoSpacing1"/>
        <w:jc w:val="both"/>
        <w:rPr>
          <w:sz w:val="24"/>
          <w:szCs w:val="24"/>
        </w:rPr>
      </w:pPr>
      <w:r w:rsidRPr="0049272E">
        <w:rPr>
          <w:sz w:val="24"/>
          <w:szCs w:val="24"/>
        </w:rPr>
        <w:t>Algus kell 9.00</w:t>
      </w:r>
    </w:p>
    <w:p w:rsidR="00D7191E" w:rsidRDefault="00662A08" w:rsidP="0049272E">
      <w:pPr>
        <w:pStyle w:val="NoSpacing1"/>
        <w:jc w:val="both"/>
        <w:rPr>
          <w:sz w:val="24"/>
          <w:szCs w:val="24"/>
        </w:rPr>
      </w:pPr>
      <w:r>
        <w:rPr>
          <w:sz w:val="24"/>
          <w:szCs w:val="24"/>
        </w:rPr>
        <w:t>Lõpp kell 15.00</w:t>
      </w:r>
    </w:p>
    <w:p w:rsidR="00662A08" w:rsidRPr="0049272E" w:rsidRDefault="00662A08" w:rsidP="0049272E">
      <w:pPr>
        <w:pStyle w:val="NoSpacing1"/>
        <w:jc w:val="both"/>
        <w:rPr>
          <w:sz w:val="24"/>
          <w:szCs w:val="24"/>
        </w:rPr>
      </w:pPr>
    </w:p>
    <w:p w:rsidR="00D7191E" w:rsidRPr="0049272E" w:rsidRDefault="00D7191E" w:rsidP="0049272E">
      <w:pPr>
        <w:pStyle w:val="NoSpacing1"/>
        <w:jc w:val="both"/>
        <w:rPr>
          <w:sz w:val="24"/>
          <w:szCs w:val="24"/>
        </w:rPr>
      </w:pPr>
      <w:r w:rsidRPr="0049272E">
        <w:rPr>
          <w:sz w:val="24"/>
          <w:szCs w:val="24"/>
        </w:rPr>
        <w:t xml:space="preserve">Juhatas </w:t>
      </w:r>
      <w:r w:rsidR="00662A08">
        <w:rPr>
          <w:sz w:val="24"/>
          <w:szCs w:val="24"/>
        </w:rPr>
        <w:t xml:space="preserve">vallavanem </w:t>
      </w:r>
      <w:r w:rsidRPr="0049272E">
        <w:rPr>
          <w:sz w:val="24"/>
          <w:szCs w:val="24"/>
        </w:rPr>
        <w:t xml:space="preserve">Janno Randmaa, </w:t>
      </w:r>
      <w:r w:rsidR="00662A08">
        <w:rPr>
          <w:sz w:val="24"/>
          <w:szCs w:val="24"/>
        </w:rPr>
        <w:t xml:space="preserve">protokollis </w:t>
      </w:r>
      <w:r w:rsidRPr="0049272E">
        <w:rPr>
          <w:sz w:val="24"/>
          <w:szCs w:val="24"/>
        </w:rPr>
        <w:t>vallasekretär Airi Läänemets.</w:t>
      </w:r>
    </w:p>
    <w:p w:rsidR="00D7191E" w:rsidRPr="0049272E" w:rsidRDefault="00D7191E" w:rsidP="0049272E">
      <w:pPr>
        <w:pStyle w:val="NoSpacing1"/>
        <w:jc w:val="both"/>
        <w:rPr>
          <w:sz w:val="24"/>
          <w:szCs w:val="24"/>
        </w:rPr>
      </w:pPr>
    </w:p>
    <w:p w:rsidR="00D7191E" w:rsidRPr="0049272E" w:rsidRDefault="00D7191E" w:rsidP="0049272E">
      <w:pPr>
        <w:pStyle w:val="NoSpacing1"/>
        <w:jc w:val="both"/>
        <w:rPr>
          <w:sz w:val="24"/>
          <w:szCs w:val="24"/>
        </w:rPr>
      </w:pPr>
      <w:r w:rsidRPr="0049272E">
        <w:rPr>
          <w:sz w:val="24"/>
          <w:szCs w:val="24"/>
        </w:rPr>
        <w:t>Istungist võtsid osa vallavalitsuse liikmed</w:t>
      </w:r>
      <w:r w:rsidR="0049272E" w:rsidRPr="0049272E">
        <w:rPr>
          <w:sz w:val="24"/>
          <w:szCs w:val="24"/>
        </w:rPr>
        <w:t xml:space="preserve"> Katrin Viks, </w:t>
      </w:r>
      <w:r w:rsidRPr="0049272E">
        <w:rPr>
          <w:sz w:val="24"/>
          <w:szCs w:val="24"/>
        </w:rPr>
        <w:t xml:space="preserve">Aivo Hirmo, </w:t>
      </w:r>
      <w:r w:rsidR="0049272E" w:rsidRPr="0049272E">
        <w:rPr>
          <w:sz w:val="24"/>
          <w:szCs w:val="24"/>
        </w:rPr>
        <w:t xml:space="preserve">Rein Kruusmaa, </w:t>
      </w:r>
      <w:proofErr w:type="spellStart"/>
      <w:r w:rsidRPr="0049272E">
        <w:rPr>
          <w:sz w:val="24"/>
          <w:szCs w:val="24"/>
        </w:rPr>
        <w:t>Merilin</w:t>
      </w:r>
      <w:proofErr w:type="spellEnd"/>
      <w:r w:rsidRPr="0049272E">
        <w:rPr>
          <w:sz w:val="24"/>
          <w:szCs w:val="24"/>
        </w:rPr>
        <w:t xml:space="preserve"> </w:t>
      </w:r>
      <w:proofErr w:type="spellStart"/>
      <w:r w:rsidRPr="0049272E">
        <w:rPr>
          <w:sz w:val="24"/>
          <w:szCs w:val="24"/>
        </w:rPr>
        <w:t>Saska</w:t>
      </w:r>
      <w:proofErr w:type="spellEnd"/>
      <w:r w:rsidRPr="0049272E">
        <w:rPr>
          <w:sz w:val="24"/>
          <w:szCs w:val="24"/>
        </w:rPr>
        <w:t>, Aivi Heinleht (registreerimisleht lisatud).</w:t>
      </w:r>
    </w:p>
    <w:p w:rsidR="00D7191E" w:rsidRPr="00FC3111" w:rsidRDefault="00D7191E" w:rsidP="0049272E">
      <w:pPr>
        <w:pStyle w:val="NoSpacing1"/>
        <w:jc w:val="both"/>
        <w:rPr>
          <w:sz w:val="24"/>
          <w:szCs w:val="24"/>
        </w:rPr>
      </w:pPr>
    </w:p>
    <w:p w:rsidR="00D7191E" w:rsidRPr="00FC3111" w:rsidRDefault="00D7191E" w:rsidP="00662A08">
      <w:pPr>
        <w:jc w:val="both"/>
        <w:rPr>
          <w:bCs/>
          <w:u w:val="single"/>
        </w:rPr>
      </w:pPr>
      <w:r w:rsidRPr="00FC3111">
        <w:t xml:space="preserve">Kutsutud päevakorrapunktide ettekandjad: </w:t>
      </w:r>
      <w:r w:rsidR="00662A08" w:rsidRPr="00FC3111">
        <w:rPr>
          <w:bCs/>
        </w:rPr>
        <w:t>õigusnõunik Andrus Post (p 1</w:t>
      </w:r>
      <w:r w:rsidR="0049272E" w:rsidRPr="00FC3111">
        <w:rPr>
          <w:bCs/>
        </w:rPr>
        <w:t xml:space="preserve">), </w:t>
      </w:r>
      <w:r w:rsidR="00662A08" w:rsidRPr="00FC3111">
        <w:rPr>
          <w:bCs/>
        </w:rPr>
        <w:t>a</w:t>
      </w:r>
      <w:r w:rsidR="00662A08" w:rsidRPr="00FC3111">
        <w:rPr>
          <w:bCs/>
        </w:rPr>
        <w:t>rendusspetsialist Jaanus Tärnov</w:t>
      </w:r>
      <w:r w:rsidR="00662A08" w:rsidRPr="00FC3111">
        <w:rPr>
          <w:shd w:val="clear" w:color="auto" w:fill="FFFFFF"/>
        </w:rPr>
        <w:t xml:space="preserve"> (p 2</w:t>
      </w:r>
      <w:r w:rsidR="0049272E" w:rsidRPr="00FC3111">
        <w:rPr>
          <w:shd w:val="clear" w:color="auto" w:fill="FFFFFF"/>
        </w:rPr>
        <w:t>),</w:t>
      </w:r>
      <w:r w:rsidR="0049272E" w:rsidRPr="00FC3111">
        <w:rPr>
          <w:bCs/>
        </w:rPr>
        <w:t xml:space="preserve"> </w:t>
      </w:r>
      <w:r w:rsidRPr="00FC3111">
        <w:rPr>
          <w:bCs/>
        </w:rPr>
        <w:t>sotsiaalhoolekandeos</w:t>
      </w:r>
      <w:r w:rsidR="0049272E" w:rsidRPr="00FC3111">
        <w:rPr>
          <w:bCs/>
        </w:rPr>
        <w:t>ak</w:t>
      </w:r>
      <w:r w:rsidR="00662A08" w:rsidRPr="00FC3111">
        <w:rPr>
          <w:bCs/>
        </w:rPr>
        <w:t>onna juhataja Tuuli Varik (p 3-7</w:t>
      </w:r>
      <w:r w:rsidRPr="00FC3111">
        <w:rPr>
          <w:bCs/>
        </w:rPr>
        <w:t>), haridus</w:t>
      </w:r>
      <w:r w:rsidR="00662A08" w:rsidRPr="00FC3111">
        <w:rPr>
          <w:bCs/>
        </w:rPr>
        <w:t xml:space="preserve">osakonna juhataja </w:t>
      </w:r>
      <w:proofErr w:type="spellStart"/>
      <w:r w:rsidR="00662A08" w:rsidRPr="00FC3111">
        <w:rPr>
          <w:bCs/>
        </w:rPr>
        <w:t>Solveig</w:t>
      </w:r>
      <w:proofErr w:type="spellEnd"/>
      <w:r w:rsidR="00662A08" w:rsidRPr="00FC3111">
        <w:rPr>
          <w:bCs/>
        </w:rPr>
        <w:t xml:space="preserve"> Edasi (p 8</w:t>
      </w:r>
      <w:r w:rsidR="0049272E" w:rsidRPr="00FC3111">
        <w:rPr>
          <w:bCs/>
        </w:rPr>
        <w:t>-1</w:t>
      </w:r>
      <w:r w:rsidR="00662A08" w:rsidRPr="00FC3111">
        <w:rPr>
          <w:bCs/>
        </w:rPr>
        <w:t>0</w:t>
      </w:r>
      <w:r w:rsidRPr="00FC3111">
        <w:rPr>
          <w:bCs/>
        </w:rPr>
        <w:t xml:space="preserve">), </w:t>
      </w:r>
      <w:r w:rsidR="00662A08" w:rsidRPr="00FC3111">
        <w:t xml:space="preserve">keskkonnanõunik </w:t>
      </w:r>
      <w:proofErr w:type="spellStart"/>
      <w:r w:rsidR="00662A08" w:rsidRPr="00FC3111">
        <w:t>Remi</w:t>
      </w:r>
      <w:proofErr w:type="spellEnd"/>
      <w:r w:rsidR="00662A08" w:rsidRPr="00FC3111">
        <w:t xml:space="preserve"> </w:t>
      </w:r>
      <w:proofErr w:type="spellStart"/>
      <w:r w:rsidR="00662A08" w:rsidRPr="00FC3111">
        <w:t>Treier</w:t>
      </w:r>
      <w:proofErr w:type="spellEnd"/>
      <w:r w:rsidR="0049272E" w:rsidRPr="00FC3111">
        <w:t xml:space="preserve"> (p 1</w:t>
      </w:r>
      <w:r w:rsidR="00662A08" w:rsidRPr="00FC3111">
        <w:t>1-12</w:t>
      </w:r>
      <w:r w:rsidR="0049272E" w:rsidRPr="00FC3111">
        <w:t>), ehitus- ja planeerimisosa</w:t>
      </w:r>
      <w:r w:rsidR="00662A08" w:rsidRPr="00FC3111">
        <w:t>konna juhataja Heikki Salm (p 13</w:t>
      </w:r>
      <w:r w:rsidR="0049272E" w:rsidRPr="00FC3111">
        <w:t>-18)</w:t>
      </w:r>
      <w:r w:rsidR="00FC3111" w:rsidRPr="00FC3111">
        <w:t xml:space="preserve">, pearaamatupidaja </w:t>
      </w:r>
      <w:proofErr w:type="spellStart"/>
      <w:r w:rsidR="00FC3111" w:rsidRPr="00FC3111">
        <w:t>Enely</w:t>
      </w:r>
      <w:proofErr w:type="spellEnd"/>
      <w:r w:rsidR="00FC3111" w:rsidRPr="00FC3111">
        <w:t xml:space="preserve"> Tamm (p 30)</w:t>
      </w:r>
      <w:r w:rsidRPr="00FC3111">
        <w:rPr>
          <w:iCs/>
        </w:rPr>
        <w:t>.</w:t>
      </w:r>
    </w:p>
    <w:p w:rsidR="00D7191E" w:rsidRPr="00880335" w:rsidRDefault="00D7191E" w:rsidP="0049272E">
      <w:pPr>
        <w:pStyle w:val="NoSpacing1"/>
        <w:jc w:val="both"/>
        <w:rPr>
          <w:sz w:val="24"/>
          <w:szCs w:val="24"/>
        </w:rPr>
      </w:pPr>
    </w:p>
    <w:p w:rsidR="00D7191E" w:rsidRPr="00662A08" w:rsidRDefault="00D7191E" w:rsidP="0049272E">
      <w:pPr>
        <w:pStyle w:val="NoSpacing1"/>
        <w:jc w:val="both"/>
        <w:rPr>
          <w:sz w:val="24"/>
          <w:szCs w:val="24"/>
        </w:rPr>
      </w:pPr>
      <w:r w:rsidRPr="00662A08">
        <w:rPr>
          <w:sz w:val="24"/>
          <w:szCs w:val="24"/>
        </w:rPr>
        <w:t>Arutusel olnud küsimused ja nende kohta tehtud otsused:</w:t>
      </w:r>
    </w:p>
    <w:p w:rsidR="006B1231" w:rsidRPr="00FC3111" w:rsidRDefault="006B1231" w:rsidP="006B1231">
      <w:pPr>
        <w:pStyle w:val="NoSpacing1"/>
        <w:jc w:val="both"/>
        <w:rPr>
          <w:b/>
          <w:sz w:val="24"/>
          <w:szCs w:val="24"/>
          <w:shd w:val="clear" w:color="auto" w:fill="FFFFFF"/>
        </w:rPr>
      </w:pPr>
      <w:r w:rsidRPr="00FC3111">
        <w:rPr>
          <w:b/>
          <w:sz w:val="24"/>
          <w:szCs w:val="24"/>
          <w:shd w:val="clear" w:color="auto" w:fill="FFFFFF"/>
        </w:rPr>
        <w:t>17. Lääne-Nigula valla tuulikuparkide eriplaneeringu asukoha eelvaliku vallavolikogu otsuse eelnõu ja keskkonnamõju strateegilise hindamise esimese etapi aruande avalikul väljapanekul laekunud arvamustele seisukoha andmine ja avalikule arutelule suunamine.</w:t>
      </w:r>
    </w:p>
    <w:p w:rsidR="006B1231" w:rsidRPr="00FC3111" w:rsidRDefault="006B1231" w:rsidP="006B1231">
      <w:pPr>
        <w:pStyle w:val="NoSpacing1"/>
        <w:jc w:val="both"/>
        <w:rPr>
          <w:sz w:val="24"/>
          <w:szCs w:val="24"/>
          <w:shd w:val="clear" w:color="auto" w:fill="FFFFFF"/>
        </w:rPr>
      </w:pPr>
      <w:r w:rsidRPr="00FC3111">
        <w:rPr>
          <w:sz w:val="24"/>
          <w:szCs w:val="24"/>
          <w:shd w:val="clear" w:color="auto" w:fill="FFFFFF"/>
        </w:rPr>
        <w:t>Ettekandja Heikki Salm.</w:t>
      </w:r>
    </w:p>
    <w:p w:rsidR="006B1231" w:rsidRPr="00FC3111" w:rsidRDefault="006B1231" w:rsidP="006B1231">
      <w:pPr>
        <w:pStyle w:val="NoSpacing1"/>
        <w:jc w:val="both"/>
        <w:rPr>
          <w:color w:val="000000"/>
          <w:sz w:val="24"/>
          <w:szCs w:val="24"/>
        </w:rPr>
      </w:pPr>
      <w:r w:rsidRPr="00FC3111">
        <w:rPr>
          <w:color w:val="000000"/>
          <w:sz w:val="24"/>
          <w:szCs w:val="24"/>
        </w:rPr>
        <w:t>Lääne-Nigula valla tuuleparkide eriplaneeringu asukoha eelvaliku otsuse eelnõu ja keskkonnamõju strateegilise hindamise I etapi aruande avalik väljapanek toimus vastavalt planeerimisseaduse  (</w:t>
      </w:r>
      <w:proofErr w:type="spellStart"/>
      <w:r w:rsidRPr="00FC3111">
        <w:rPr>
          <w:color w:val="000000"/>
          <w:sz w:val="24"/>
          <w:szCs w:val="24"/>
        </w:rPr>
        <w:t>PlanS</w:t>
      </w:r>
      <w:proofErr w:type="spellEnd"/>
      <w:r w:rsidRPr="00FC3111">
        <w:rPr>
          <w:color w:val="000000"/>
          <w:sz w:val="24"/>
          <w:szCs w:val="24"/>
        </w:rPr>
        <w:t xml:space="preserve">) § 107 lg 2 alusel </w:t>
      </w:r>
      <w:r w:rsidRPr="00FC3111">
        <w:rPr>
          <w:bCs/>
          <w:color w:val="000000"/>
          <w:sz w:val="24"/>
          <w:szCs w:val="24"/>
        </w:rPr>
        <w:t xml:space="preserve">03.04.2023 kuni 05.05.2023 kõigis </w:t>
      </w:r>
      <w:proofErr w:type="spellStart"/>
      <w:r w:rsidRPr="00FC3111">
        <w:rPr>
          <w:bCs/>
          <w:color w:val="000000"/>
          <w:sz w:val="24"/>
          <w:szCs w:val="24"/>
        </w:rPr>
        <w:t>Lääne-nigula</w:t>
      </w:r>
      <w:proofErr w:type="spellEnd"/>
      <w:r w:rsidRPr="00FC3111">
        <w:rPr>
          <w:bCs/>
          <w:color w:val="000000"/>
          <w:sz w:val="24"/>
          <w:szCs w:val="24"/>
        </w:rPr>
        <w:t xml:space="preserve"> valla osavaldades. </w:t>
      </w:r>
      <w:r w:rsidRPr="00FC3111">
        <w:rPr>
          <w:color w:val="000000"/>
          <w:sz w:val="24"/>
          <w:szCs w:val="24"/>
        </w:rPr>
        <w:t>Avaliku väljapaneku jooksul oli igal isikul õigus avaldada eelnimetatud dokumentide kohta oma arvamust (</w:t>
      </w:r>
      <w:proofErr w:type="spellStart"/>
      <w:r w:rsidRPr="00FC3111">
        <w:rPr>
          <w:color w:val="000000"/>
          <w:sz w:val="24"/>
          <w:szCs w:val="24"/>
        </w:rPr>
        <w:t>PlanS</w:t>
      </w:r>
      <w:proofErr w:type="spellEnd"/>
      <w:r w:rsidRPr="00FC3111">
        <w:rPr>
          <w:color w:val="000000"/>
          <w:sz w:val="24"/>
          <w:szCs w:val="24"/>
        </w:rPr>
        <w:t xml:space="preserve"> § 106 lg 2), esitati 16 arvamust. Lisatud tabel arvamuste ja Vallavalitsuse seisukohtade eelnõuga.</w:t>
      </w:r>
    </w:p>
    <w:p w:rsidR="006B1231" w:rsidRPr="00FC3111" w:rsidRDefault="006B1231" w:rsidP="006B1231">
      <w:pPr>
        <w:pStyle w:val="NoSpacing1"/>
        <w:jc w:val="both"/>
        <w:rPr>
          <w:sz w:val="24"/>
          <w:szCs w:val="24"/>
        </w:rPr>
      </w:pPr>
      <w:r w:rsidRPr="00FC3111">
        <w:rPr>
          <w:sz w:val="24"/>
          <w:szCs w:val="24"/>
        </w:rPr>
        <w:t>Otsustati: kinnitada vallavalitsuse seisukohad arvamustele, edastada kaasatavatele ja suunata avalikustamisele valla kodulehel.</w:t>
      </w:r>
    </w:p>
    <w:p w:rsidR="006B1231" w:rsidRPr="00FC3111" w:rsidRDefault="006B1231" w:rsidP="006B1231">
      <w:pPr>
        <w:pStyle w:val="NoSpacing1"/>
        <w:jc w:val="both"/>
        <w:rPr>
          <w:color w:val="000000"/>
          <w:sz w:val="24"/>
          <w:szCs w:val="24"/>
        </w:rPr>
      </w:pPr>
      <w:r w:rsidRPr="00FC3111">
        <w:rPr>
          <w:bCs/>
          <w:sz w:val="24"/>
          <w:szCs w:val="24"/>
        </w:rPr>
        <w:t>Avaliku väljapaneku tulemuste avalik arutelu toimub 16.06.2023 Taebla vallamajas algusega kell 14:00 ja 17.06.2023 Risti koolimajas algusega kell 10:00</w:t>
      </w:r>
      <w:r w:rsidRPr="00FC3111">
        <w:rPr>
          <w:sz w:val="24"/>
          <w:szCs w:val="24"/>
        </w:rPr>
        <w:t>.</w:t>
      </w:r>
    </w:p>
    <w:p w:rsidR="00D7191E" w:rsidRPr="00E905FE" w:rsidRDefault="00D7191E" w:rsidP="0049272E">
      <w:pPr>
        <w:pStyle w:val="NoSpacing1"/>
        <w:jc w:val="both"/>
        <w:rPr>
          <w:sz w:val="24"/>
          <w:szCs w:val="24"/>
          <w:shd w:val="clear" w:color="auto" w:fill="FFFFFF"/>
        </w:rPr>
      </w:pPr>
      <w:bookmarkStart w:id="0" w:name="_GoBack"/>
      <w:bookmarkEnd w:id="0"/>
    </w:p>
    <w:p w:rsidR="00D7191E" w:rsidRPr="00E905FE" w:rsidRDefault="00D7191E" w:rsidP="0049272E">
      <w:pPr>
        <w:pStyle w:val="NoSpacing1"/>
        <w:jc w:val="both"/>
        <w:rPr>
          <w:sz w:val="24"/>
          <w:szCs w:val="24"/>
          <w:shd w:val="clear" w:color="auto" w:fill="FFFFFF"/>
        </w:rPr>
      </w:pPr>
    </w:p>
    <w:p w:rsidR="00D7191E" w:rsidRPr="00E905FE" w:rsidRDefault="00D7191E" w:rsidP="0049272E">
      <w:pPr>
        <w:pStyle w:val="NoSpacing1"/>
        <w:jc w:val="both"/>
        <w:rPr>
          <w:sz w:val="24"/>
          <w:szCs w:val="24"/>
          <w:shd w:val="clear" w:color="auto" w:fill="FFFFFF"/>
        </w:rPr>
      </w:pPr>
    </w:p>
    <w:p w:rsidR="00D7191E" w:rsidRPr="00E905FE" w:rsidRDefault="00D7191E" w:rsidP="0049272E">
      <w:pPr>
        <w:pStyle w:val="NoSpacing1"/>
        <w:jc w:val="both"/>
        <w:rPr>
          <w:i/>
          <w:sz w:val="24"/>
          <w:szCs w:val="24"/>
        </w:rPr>
      </w:pPr>
      <w:r w:rsidRPr="00E905FE">
        <w:rPr>
          <w:i/>
          <w:sz w:val="24"/>
          <w:szCs w:val="24"/>
        </w:rPr>
        <w:t>/allkirjastatud digitaalselt/</w:t>
      </w:r>
    </w:p>
    <w:p w:rsidR="00D7191E" w:rsidRPr="00E905FE" w:rsidRDefault="00D7191E" w:rsidP="0049272E">
      <w:pPr>
        <w:pStyle w:val="NoSpacing1"/>
        <w:jc w:val="both"/>
        <w:rPr>
          <w:i/>
          <w:sz w:val="24"/>
          <w:szCs w:val="24"/>
        </w:rPr>
      </w:pPr>
      <w:r w:rsidRPr="00E905FE">
        <w:rPr>
          <w:sz w:val="24"/>
          <w:szCs w:val="24"/>
        </w:rPr>
        <w:tab/>
      </w:r>
      <w:r w:rsidRPr="00E905FE">
        <w:rPr>
          <w:sz w:val="24"/>
          <w:szCs w:val="24"/>
        </w:rPr>
        <w:tab/>
      </w:r>
      <w:r w:rsidRPr="00E905FE">
        <w:rPr>
          <w:sz w:val="24"/>
          <w:szCs w:val="24"/>
        </w:rPr>
        <w:tab/>
      </w:r>
      <w:r w:rsidRPr="00E905FE">
        <w:rPr>
          <w:sz w:val="24"/>
          <w:szCs w:val="24"/>
        </w:rPr>
        <w:tab/>
      </w:r>
      <w:r w:rsidRPr="00E905FE">
        <w:rPr>
          <w:sz w:val="24"/>
          <w:szCs w:val="24"/>
        </w:rPr>
        <w:tab/>
      </w:r>
      <w:r w:rsidRPr="00E905FE">
        <w:rPr>
          <w:sz w:val="24"/>
          <w:szCs w:val="24"/>
        </w:rPr>
        <w:tab/>
      </w:r>
      <w:r w:rsidRPr="00E905FE">
        <w:rPr>
          <w:sz w:val="24"/>
          <w:szCs w:val="24"/>
        </w:rPr>
        <w:tab/>
      </w:r>
      <w:r w:rsidRPr="00E905FE">
        <w:rPr>
          <w:sz w:val="24"/>
          <w:szCs w:val="24"/>
        </w:rPr>
        <w:tab/>
      </w:r>
      <w:r w:rsidRPr="00E905FE">
        <w:rPr>
          <w:sz w:val="24"/>
          <w:szCs w:val="24"/>
        </w:rPr>
        <w:tab/>
      </w:r>
      <w:r w:rsidRPr="00E905FE">
        <w:rPr>
          <w:i/>
          <w:sz w:val="24"/>
          <w:szCs w:val="24"/>
        </w:rPr>
        <w:t>/allkirjastatud digitaalselt/</w:t>
      </w:r>
    </w:p>
    <w:p w:rsidR="00D7191E" w:rsidRPr="00E905FE" w:rsidRDefault="00D7191E" w:rsidP="0049272E">
      <w:pPr>
        <w:pStyle w:val="NoSpacing1"/>
        <w:jc w:val="both"/>
        <w:rPr>
          <w:sz w:val="24"/>
          <w:szCs w:val="24"/>
        </w:rPr>
      </w:pPr>
      <w:r w:rsidRPr="00E905FE">
        <w:rPr>
          <w:sz w:val="24"/>
          <w:szCs w:val="24"/>
        </w:rPr>
        <w:t>Janno Randmaa</w:t>
      </w:r>
    </w:p>
    <w:p w:rsidR="00D7191E" w:rsidRPr="00E905FE" w:rsidRDefault="00E905FE" w:rsidP="0049272E">
      <w:pPr>
        <w:pStyle w:val="NoSpacing1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="00FC3111" w:rsidRPr="00E905FE">
        <w:rPr>
          <w:sz w:val="24"/>
          <w:szCs w:val="24"/>
        </w:rPr>
        <w:t>allavanem</w:t>
      </w:r>
      <w:r w:rsidR="00FC3111" w:rsidRPr="00E905FE">
        <w:rPr>
          <w:sz w:val="24"/>
          <w:szCs w:val="24"/>
        </w:rPr>
        <w:tab/>
      </w:r>
      <w:r w:rsidR="00D7191E" w:rsidRPr="00E905FE">
        <w:rPr>
          <w:sz w:val="24"/>
          <w:szCs w:val="24"/>
        </w:rPr>
        <w:tab/>
      </w:r>
      <w:r w:rsidR="00D7191E" w:rsidRPr="00E905FE">
        <w:rPr>
          <w:sz w:val="24"/>
          <w:szCs w:val="24"/>
        </w:rPr>
        <w:tab/>
      </w:r>
      <w:r w:rsidR="00D7191E" w:rsidRPr="00E905FE">
        <w:rPr>
          <w:sz w:val="24"/>
          <w:szCs w:val="24"/>
        </w:rPr>
        <w:tab/>
      </w:r>
      <w:r w:rsidR="00D7191E" w:rsidRPr="00E905FE">
        <w:rPr>
          <w:sz w:val="24"/>
          <w:szCs w:val="24"/>
        </w:rPr>
        <w:tab/>
      </w:r>
      <w:r w:rsidR="00D7191E" w:rsidRPr="00E905FE">
        <w:rPr>
          <w:sz w:val="24"/>
          <w:szCs w:val="24"/>
        </w:rPr>
        <w:tab/>
      </w:r>
      <w:r w:rsidR="00D7191E" w:rsidRPr="00E905FE">
        <w:rPr>
          <w:sz w:val="24"/>
          <w:szCs w:val="24"/>
        </w:rPr>
        <w:tab/>
      </w:r>
      <w:r w:rsidR="00D7191E" w:rsidRPr="00E905FE">
        <w:rPr>
          <w:sz w:val="24"/>
          <w:szCs w:val="24"/>
        </w:rPr>
        <w:tab/>
        <w:t>Airi Läänemets</w:t>
      </w:r>
    </w:p>
    <w:p w:rsidR="00D7191E" w:rsidRDefault="00D7191E" w:rsidP="009F3689">
      <w:pPr>
        <w:pStyle w:val="NoSpacing1"/>
        <w:jc w:val="both"/>
        <w:rPr>
          <w:sz w:val="24"/>
          <w:szCs w:val="24"/>
        </w:rPr>
      </w:pPr>
      <w:r w:rsidRPr="00E905FE">
        <w:rPr>
          <w:sz w:val="24"/>
          <w:szCs w:val="24"/>
        </w:rPr>
        <w:tab/>
      </w:r>
      <w:r w:rsidRPr="00E905FE">
        <w:rPr>
          <w:sz w:val="24"/>
          <w:szCs w:val="24"/>
        </w:rPr>
        <w:tab/>
      </w:r>
      <w:r w:rsidRPr="00E905FE">
        <w:rPr>
          <w:sz w:val="24"/>
          <w:szCs w:val="24"/>
        </w:rPr>
        <w:tab/>
      </w:r>
      <w:r w:rsidRPr="00E905FE">
        <w:rPr>
          <w:sz w:val="24"/>
          <w:szCs w:val="24"/>
        </w:rPr>
        <w:tab/>
      </w:r>
      <w:r w:rsidRPr="00E905FE">
        <w:rPr>
          <w:sz w:val="24"/>
          <w:szCs w:val="24"/>
        </w:rPr>
        <w:tab/>
      </w:r>
      <w:r w:rsidRPr="00E905FE">
        <w:rPr>
          <w:sz w:val="24"/>
          <w:szCs w:val="24"/>
        </w:rPr>
        <w:tab/>
      </w:r>
      <w:r w:rsidR="00FC3111" w:rsidRPr="00E905FE">
        <w:rPr>
          <w:sz w:val="24"/>
          <w:szCs w:val="24"/>
        </w:rPr>
        <w:tab/>
      </w:r>
      <w:r w:rsidR="00FC3111" w:rsidRPr="00E905FE">
        <w:rPr>
          <w:sz w:val="24"/>
          <w:szCs w:val="24"/>
        </w:rPr>
        <w:tab/>
      </w:r>
      <w:r w:rsidR="00FC3111" w:rsidRPr="00E905FE">
        <w:rPr>
          <w:sz w:val="24"/>
          <w:szCs w:val="24"/>
        </w:rPr>
        <w:tab/>
      </w:r>
      <w:r w:rsidRPr="00E905FE">
        <w:rPr>
          <w:sz w:val="24"/>
          <w:szCs w:val="24"/>
        </w:rPr>
        <w:t>vallasekretär</w:t>
      </w:r>
    </w:p>
    <w:p w:rsidR="00880335" w:rsidRDefault="00880335" w:rsidP="009F3689">
      <w:pPr>
        <w:pStyle w:val="NoSpacing1"/>
        <w:jc w:val="both"/>
        <w:rPr>
          <w:sz w:val="24"/>
          <w:szCs w:val="24"/>
        </w:rPr>
      </w:pPr>
    </w:p>
    <w:p w:rsidR="00880335" w:rsidRPr="00880335" w:rsidRDefault="00880335" w:rsidP="00880335">
      <w:pPr>
        <w:pStyle w:val="NoSpacing1"/>
        <w:rPr>
          <w:sz w:val="24"/>
          <w:szCs w:val="24"/>
        </w:rPr>
      </w:pPr>
      <w:r w:rsidRPr="00880335">
        <w:rPr>
          <w:sz w:val="24"/>
          <w:szCs w:val="24"/>
        </w:rPr>
        <w:t>Väljavõte õige</w:t>
      </w:r>
    </w:p>
    <w:p w:rsidR="00880335" w:rsidRPr="00880335" w:rsidRDefault="00880335" w:rsidP="00880335">
      <w:pPr>
        <w:pStyle w:val="NoSpacing1"/>
        <w:rPr>
          <w:sz w:val="24"/>
          <w:szCs w:val="24"/>
        </w:rPr>
      </w:pPr>
      <w:r w:rsidRPr="00880335">
        <w:rPr>
          <w:sz w:val="24"/>
          <w:szCs w:val="24"/>
        </w:rPr>
        <w:t>Airi Läänemets</w:t>
      </w:r>
    </w:p>
    <w:p w:rsidR="00880335" w:rsidRPr="00880335" w:rsidRDefault="00880335" w:rsidP="00880335">
      <w:pPr>
        <w:pStyle w:val="NoSpacing1"/>
        <w:rPr>
          <w:sz w:val="24"/>
          <w:szCs w:val="24"/>
        </w:rPr>
      </w:pPr>
      <w:r w:rsidRPr="00880335">
        <w:rPr>
          <w:sz w:val="24"/>
          <w:szCs w:val="24"/>
        </w:rPr>
        <w:t>vallasekretär</w:t>
      </w:r>
    </w:p>
    <w:p w:rsidR="00880335" w:rsidRPr="00880335" w:rsidRDefault="00880335" w:rsidP="00880335">
      <w:pPr>
        <w:pStyle w:val="NoSpacing1"/>
        <w:rPr>
          <w:sz w:val="24"/>
          <w:szCs w:val="24"/>
        </w:rPr>
      </w:pPr>
      <w:r>
        <w:rPr>
          <w:sz w:val="24"/>
          <w:szCs w:val="24"/>
        </w:rPr>
        <w:t>31</w:t>
      </w:r>
      <w:r w:rsidRPr="00880335">
        <w:rPr>
          <w:sz w:val="24"/>
          <w:szCs w:val="24"/>
        </w:rPr>
        <w:t>.0</w:t>
      </w:r>
      <w:r>
        <w:rPr>
          <w:sz w:val="24"/>
          <w:szCs w:val="24"/>
        </w:rPr>
        <w:t>5</w:t>
      </w:r>
      <w:r w:rsidRPr="00880335">
        <w:rPr>
          <w:sz w:val="24"/>
          <w:szCs w:val="24"/>
        </w:rPr>
        <w:t>.2023</w:t>
      </w:r>
    </w:p>
    <w:p w:rsidR="00880335" w:rsidRPr="00E905FE" w:rsidRDefault="00880335" w:rsidP="009F3689">
      <w:pPr>
        <w:pStyle w:val="NoSpacing1"/>
        <w:jc w:val="both"/>
        <w:rPr>
          <w:sz w:val="24"/>
          <w:szCs w:val="24"/>
        </w:rPr>
      </w:pPr>
    </w:p>
    <w:sectPr w:rsidR="00880335" w:rsidRPr="00E905FE" w:rsidSect="00E5711A">
      <w:headerReference w:type="first" r:id="rId7"/>
      <w:pgSz w:w="11906" w:h="16838"/>
      <w:pgMar w:top="2694" w:right="851" w:bottom="851" w:left="1701" w:header="1134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969" w:rsidRDefault="00040969" w:rsidP="005B2E99">
      <w:pPr>
        <w:spacing w:after="0"/>
      </w:pPr>
      <w:r>
        <w:separator/>
      </w:r>
    </w:p>
  </w:endnote>
  <w:endnote w:type="continuationSeparator" w:id="0">
    <w:p w:rsidR="00040969" w:rsidRDefault="00040969" w:rsidP="005B2E9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969" w:rsidRDefault="00040969" w:rsidP="005B2E99">
      <w:pPr>
        <w:spacing w:after="0"/>
      </w:pPr>
      <w:r>
        <w:separator/>
      </w:r>
    </w:p>
  </w:footnote>
  <w:footnote w:type="continuationSeparator" w:id="0">
    <w:p w:rsidR="00040969" w:rsidRDefault="00040969" w:rsidP="005B2E9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AC0" w:rsidRDefault="00EF409F" w:rsidP="00EF409F">
    <w:r w:rsidRPr="00EF409F">
      <w:rPr>
        <w:noProof/>
      </w:rPr>
      <w:drawing>
        <wp:inline distT="0" distB="0" distL="0" distR="0" wp14:anchorId="040F83E6" wp14:editId="6243BCB5">
          <wp:extent cx="2857500" cy="380498"/>
          <wp:effectExtent l="0" t="0" r="0" b="635"/>
          <wp:docPr id="4" name="Pilt 4" descr="Pilt, millel on kujutatud tekst, Font, Graafika, sümbol&#10;&#10;Kirjeldus on genereeritud automaatse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lt 4" descr="Pilt, millel on kujutatud tekst, Font, Graafika, sümbol&#10;&#10;Kirjeldus on genereeritud automaatsel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2826" cy="3825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80335">
      <w:tab/>
    </w:r>
    <w:r w:rsidR="00880335">
      <w:tab/>
    </w:r>
    <w:r w:rsidR="00880335">
      <w:tab/>
    </w:r>
    <w:r w:rsidR="00880335">
      <w:tab/>
      <w:t>VÄLJAVÕTE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E413C"/>
    <w:multiLevelType w:val="hybridMultilevel"/>
    <w:tmpl w:val="D638DDB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0902D2"/>
    <w:multiLevelType w:val="hybridMultilevel"/>
    <w:tmpl w:val="93C8CE58"/>
    <w:lvl w:ilvl="0" w:tplc="8EA4D2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u w:val="none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0E6B5D"/>
    <w:multiLevelType w:val="hybridMultilevel"/>
    <w:tmpl w:val="61D2243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B15"/>
    <w:rsid w:val="000005CF"/>
    <w:rsid w:val="00015AC0"/>
    <w:rsid w:val="00040969"/>
    <w:rsid w:val="000C7673"/>
    <w:rsid w:val="00134E54"/>
    <w:rsid w:val="00195EBF"/>
    <w:rsid w:val="00205B15"/>
    <w:rsid w:val="00302734"/>
    <w:rsid w:val="003A7C42"/>
    <w:rsid w:val="0049272E"/>
    <w:rsid w:val="004D203F"/>
    <w:rsid w:val="00522D5D"/>
    <w:rsid w:val="005B2E99"/>
    <w:rsid w:val="005D48B4"/>
    <w:rsid w:val="006558EA"/>
    <w:rsid w:val="00662A08"/>
    <w:rsid w:val="006A418D"/>
    <w:rsid w:val="006B1231"/>
    <w:rsid w:val="00720124"/>
    <w:rsid w:val="00852D98"/>
    <w:rsid w:val="00880335"/>
    <w:rsid w:val="00922DA0"/>
    <w:rsid w:val="00971F7D"/>
    <w:rsid w:val="009F3689"/>
    <w:rsid w:val="00A4178B"/>
    <w:rsid w:val="00A622DD"/>
    <w:rsid w:val="00B6386A"/>
    <w:rsid w:val="00B96A78"/>
    <w:rsid w:val="00BB7DA2"/>
    <w:rsid w:val="00BF373C"/>
    <w:rsid w:val="00BF7EF4"/>
    <w:rsid w:val="00C047B5"/>
    <w:rsid w:val="00C06B1A"/>
    <w:rsid w:val="00D7191E"/>
    <w:rsid w:val="00DF225B"/>
    <w:rsid w:val="00E0009C"/>
    <w:rsid w:val="00E125C8"/>
    <w:rsid w:val="00E5711A"/>
    <w:rsid w:val="00E62FC4"/>
    <w:rsid w:val="00E654F7"/>
    <w:rsid w:val="00E905FE"/>
    <w:rsid w:val="00EB0798"/>
    <w:rsid w:val="00EF409F"/>
    <w:rsid w:val="00F21173"/>
    <w:rsid w:val="00F72ADA"/>
    <w:rsid w:val="00F73E26"/>
    <w:rsid w:val="00F96971"/>
    <w:rsid w:val="00FC3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BDF674"/>
  <w15:chartTrackingRefBased/>
  <w15:docId w15:val="{E93706C9-1E82-4C83-B3E6-59E5C2BE7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662A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5B2E99"/>
    <w:pPr>
      <w:tabs>
        <w:tab w:val="center" w:pos="4536"/>
        <w:tab w:val="right" w:pos="9072"/>
      </w:tabs>
      <w:spacing w:after="0"/>
    </w:pPr>
  </w:style>
  <w:style w:type="character" w:customStyle="1" w:styleId="PisMrk">
    <w:name w:val="Päis Märk"/>
    <w:basedOn w:val="Liguvaikefont"/>
    <w:link w:val="Pis"/>
    <w:uiPriority w:val="99"/>
    <w:rsid w:val="005B2E99"/>
  </w:style>
  <w:style w:type="paragraph" w:styleId="Jalus">
    <w:name w:val="footer"/>
    <w:basedOn w:val="Normaallaad"/>
    <w:link w:val="JalusMrk"/>
    <w:uiPriority w:val="99"/>
    <w:unhideWhenUsed/>
    <w:rsid w:val="005B2E99"/>
    <w:pPr>
      <w:tabs>
        <w:tab w:val="center" w:pos="4536"/>
        <w:tab w:val="right" w:pos="9072"/>
      </w:tabs>
      <w:spacing w:after="0"/>
    </w:pPr>
  </w:style>
  <w:style w:type="character" w:customStyle="1" w:styleId="JalusMrk">
    <w:name w:val="Jalus Märk"/>
    <w:basedOn w:val="Liguvaikefont"/>
    <w:link w:val="Jalus"/>
    <w:uiPriority w:val="99"/>
    <w:rsid w:val="005B2E99"/>
  </w:style>
  <w:style w:type="paragraph" w:styleId="Vahedeta">
    <w:name w:val="No Spacing"/>
    <w:uiPriority w:val="1"/>
    <w:qFormat/>
    <w:rsid w:val="00D7191E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customStyle="1" w:styleId="Vahedeta1">
    <w:name w:val="Vahedeta1"/>
    <w:qFormat/>
    <w:rsid w:val="00D7191E"/>
    <w:pPr>
      <w:widowControl w:val="0"/>
      <w:suppressAutoHyphens/>
      <w:spacing w:after="0" w:line="100" w:lineRule="atLeast"/>
    </w:pPr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customStyle="1" w:styleId="Standard">
    <w:name w:val="Standard"/>
    <w:rsid w:val="00D7191E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Style">
    <w:name w:val="Default Style"/>
    <w:rsid w:val="00D7191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Loendilik">
    <w:name w:val="List Paragraph"/>
    <w:basedOn w:val="Normaallaad"/>
    <w:uiPriority w:val="34"/>
    <w:qFormat/>
    <w:rsid w:val="00D7191E"/>
    <w:pPr>
      <w:ind w:left="720"/>
      <w:contextualSpacing/>
    </w:pPr>
  </w:style>
  <w:style w:type="character" w:customStyle="1" w:styleId="expand19-200">
    <w:name w:val="expand19-200"/>
    <w:rsid w:val="00D7191E"/>
  </w:style>
  <w:style w:type="paragraph" w:customStyle="1" w:styleId="NoSpacing1">
    <w:name w:val="No Spacing1"/>
    <w:qFormat/>
    <w:rsid w:val="00D7191E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customStyle="1" w:styleId="WW-DefaultParagraphFont">
    <w:name w:val="WW-Default Paragraph Font"/>
    <w:rsid w:val="00662A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2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9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YLDINE\Dokumendiplankid\Blanketid%20alates%2001.05.2023\Lisa%2031%20LN%20Vallavalitsuse%20protokoll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Lisa 31 LN Vallavalitsuse protokoll</Template>
  <TotalTime>0</TotalTime>
  <Pages>1</Pages>
  <Words>289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Lääne Nigula Vallavalitsus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Airi Läänemets</dc:creator>
  <cp:keywords/>
  <dc:description/>
  <cp:lastModifiedBy>Airi Läänemets</cp:lastModifiedBy>
  <cp:revision>2</cp:revision>
  <dcterms:created xsi:type="dcterms:W3CDTF">2023-05-31T06:24:00Z</dcterms:created>
  <dcterms:modified xsi:type="dcterms:W3CDTF">2023-05-31T06:24:00Z</dcterms:modified>
</cp:coreProperties>
</file>